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2DE296B2" w:rsidR="00903921" w:rsidRPr="00B64DD5" w:rsidRDefault="005E350A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22A18E0" w14:textId="77777777" w:rsidR="00882DF1" w:rsidRDefault="00882DF1" w:rsidP="00882DF1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64092AB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4EB9A99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3ACF022" w14:textId="77777777" w:rsidR="00882DF1" w:rsidRDefault="00882DF1" w:rsidP="00882DF1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465B0DF9" w:rsidR="00297424" w:rsidRPr="00B64DD5" w:rsidRDefault="005E350A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23DC5E7D" w:rsidR="00B86FCC" w:rsidRPr="00981C24" w:rsidRDefault="005E350A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A203D3F" w14:textId="4F9D12F1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82DF1">
        <w:rPr>
          <w:rFonts w:ascii="Arial" w:hAnsi="Arial"/>
          <w:lang w:val="fr-BE"/>
        </w:rPr>
        <w:t>la séparation d'urinoir est en verre de sécurité trempé et sa</w:t>
      </w:r>
      <w:r>
        <w:rPr>
          <w:rFonts w:ascii="Arial" w:hAnsi="Arial"/>
          <w:lang w:val="fr-BE"/>
        </w:rPr>
        <w:t>tiné</w:t>
      </w:r>
    </w:p>
    <w:p w14:paraId="21DA7095" w14:textId="410FD8FA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r w:rsidRPr="00882DF1">
        <w:rPr>
          <w:rFonts w:ascii="Arial" w:hAnsi="Arial"/>
          <w:lang w:val="fr-BE"/>
        </w:rPr>
        <w:t xml:space="preserve">le support est en métal </w:t>
      </w:r>
      <w:proofErr w:type="spellStart"/>
      <w:r w:rsidRPr="00882DF1">
        <w:rPr>
          <w:rFonts w:ascii="Arial" w:hAnsi="Arial"/>
          <w:lang w:val="fr-BE"/>
        </w:rPr>
        <w:t>résisant</w:t>
      </w:r>
      <w:proofErr w:type="spellEnd"/>
      <w:r w:rsidRPr="00882DF1">
        <w:rPr>
          <w:rFonts w:ascii="Arial" w:hAnsi="Arial"/>
          <w:lang w:val="fr-BE"/>
        </w:rPr>
        <w:t xml:space="preserve"> à la </w:t>
      </w:r>
      <w:r>
        <w:rPr>
          <w:rFonts w:ascii="Arial" w:hAnsi="Arial"/>
          <w:lang w:val="fr-BE"/>
        </w:rPr>
        <w:t>corrosion</w:t>
      </w:r>
    </w:p>
    <w:p w14:paraId="39A3A5B8" w14:textId="59BE2E05" w:rsidR="00945AE1" w:rsidRPr="00981C24" w:rsidRDefault="005E350A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0068C2C" w14:textId="3F13FF95" w:rsidR="00895EA8" w:rsidRDefault="00882DF1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support </w:t>
      </w:r>
      <w:proofErr w:type="spellStart"/>
      <w:r>
        <w:rPr>
          <w:rFonts w:ascii="Arial" w:hAnsi="Arial"/>
        </w:rPr>
        <w:t>métallique</w:t>
      </w:r>
      <w:proofErr w:type="spellEnd"/>
    </w:p>
    <w:p w14:paraId="163C1721" w14:textId="60D0DD01" w:rsidR="00895EA8" w:rsidRDefault="00882DF1" w:rsidP="00895EA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 w:rsidR="00895EA8">
        <w:rPr>
          <w:rFonts w:ascii="Arial" w:hAnsi="Arial"/>
        </w:rPr>
        <w:t xml:space="preserve"> 2 </w:t>
      </w:r>
      <w:r>
        <w:rPr>
          <w:rFonts w:ascii="Arial" w:hAnsi="Arial"/>
        </w:rPr>
        <w:t xml:space="preserve">points de </w:t>
      </w:r>
      <w:proofErr w:type="spellStart"/>
      <w:r>
        <w:rPr>
          <w:rFonts w:ascii="Arial" w:hAnsi="Arial"/>
        </w:rPr>
        <w:t>fixation</w:t>
      </w:r>
      <w:proofErr w:type="spellEnd"/>
    </w:p>
    <w:p w14:paraId="54491FA3" w14:textId="246E1350" w:rsidR="00895EA8" w:rsidRDefault="00917D6F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brossé</w:t>
      </w:r>
      <w:r w:rsidR="00895EA8">
        <w:rPr>
          <w:rFonts w:ascii="Arial" w:hAnsi="Arial"/>
        </w:rPr>
        <w:t xml:space="preserve"> e</w:t>
      </w:r>
      <w:r>
        <w:rPr>
          <w:rFonts w:ascii="Arial" w:hAnsi="Arial"/>
        </w:rPr>
        <w:t>t</w:t>
      </w:r>
      <w:r w:rsidR="00895EA8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anodisé</w:t>
      </w:r>
      <w:proofErr w:type="spellEnd"/>
    </w:p>
    <w:p w14:paraId="6A0947F2" w14:textId="67C50EA9" w:rsidR="00DC3141" w:rsidRPr="00217C42" w:rsidRDefault="00217C42" w:rsidP="00297424">
      <w:pPr>
        <w:pStyle w:val="Bulleted1"/>
        <w:rPr>
          <w:rFonts w:ascii="Arial" w:hAnsi="Arial"/>
          <w:lang w:val="fr-BE"/>
        </w:rPr>
      </w:pPr>
      <w:r w:rsidRPr="00217C42">
        <w:rPr>
          <w:lang w:val="fr-BE"/>
        </w:rPr>
        <w:t>points de fixation dissimulés</w:t>
      </w:r>
      <w:r w:rsidRPr="00217C42">
        <w:rPr>
          <w:rFonts w:ascii="Arial" w:hAnsi="Arial"/>
          <w:lang w:val="fr-BE"/>
        </w:rPr>
        <w:t xml:space="preserve"> </w:t>
      </w:r>
      <w:r w:rsidR="00895EA8" w:rsidRPr="00217C42">
        <w:rPr>
          <w:rFonts w:ascii="Arial" w:hAnsi="Arial"/>
          <w:lang w:val="fr-BE"/>
        </w:rPr>
        <w:t xml:space="preserve">: </w:t>
      </w:r>
      <w:r w:rsidRPr="00217C42">
        <w:rPr>
          <w:rFonts w:ascii="Arial" w:hAnsi="Arial"/>
          <w:lang w:val="fr-BE"/>
        </w:rPr>
        <w:t>les boulons de fixation sont cachés par une plaque de recouvrement</w:t>
      </w:r>
      <w:r w:rsidR="00895EA8" w:rsidRPr="00217C42">
        <w:rPr>
          <w:lang w:val="fr-BE"/>
        </w:rPr>
        <w:t xml:space="preserve">, </w:t>
      </w:r>
      <w:r>
        <w:rPr>
          <w:lang w:val="fr-BE"/>
        </w:rPr>
        <w:t>maintenue par de puissants aimants</w:t>
      </w:r>
    </w:p>
    <w:bookmarkEnd w:id="1"/>
    <w:p w14:paraId="05DECCC4" w14:textId="5B98D2EE" w:rsidR="003A5000" w:rsidRPr="00981C24" w:rsidRDefault="005E350A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36F42743" w:rsidR="0020639C" w:rsidRPr="00735DE7" w:rsidRDefault="005E350A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2E663A93" w:rsidR="0020639C" w:rsidRPr="00735DE7" w:rsidRDefault="005E350A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F2373D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E350A">
        <w:rPr>
          <w:rFonts w:ascii="Arial" w:hAnsi="Arial"/>
          <w:b/>
        </w:rPr>
        <w:t>ose</w:t>
      </w:r>
    </w:p>
    <w:p w14:paraId="70DF0594" w14:textId="7502BF65" w:rsidR="008C0266" w:rsidRDefault="005E350A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3EFFAAED" w:rsidR="000C0EB2" w:rsidRPr="00B64DD5" w:rsidRDefault="005E350A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43B10B00" w:rsidR="00482C2A" w:rsidRPr="00B64DD5" w:rsidRDefault="006242C5" w:rsidP="00482C2A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4DD0C3F8" w14:textId="1389694E" w:rsidR="00482C2A" w:rsidRPr="006242C5" w:rsidRDefault="006242C5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482C2A" w:rsidRPr="006242C5">
        <w:rPr>
          <w:rFonts w:ascii="Arial" w:hAnsi="Arial"/>
          <w:color w:val="0070C0"/>
          <w:lang w:val="fr-BE"/>
        </w:rPr>
        <w:t>:</w:t>
      </w:r>
    </w:p>
    <w:p w14:paraId="24C5D724" w14:textId="3AA20598" w:rsidR="000C0EB2" w:rsidRPr="006242C5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15778557" w:rsidR="00482C2A" w:rsidRPr="000E5167" w:rsidRDefault="00217C42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Support</w:t>
            </w:r>
          </w:p>
        </w:tc>
        <w:tc>
          <w:tcPr>
            <w:tcW w:w="5013" w:type="dxa"/>
          </w:tcPr>
          <w:p w14:paraId="465A72A6" w14:textId="1F66DF3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Séparation</w:t>
            </w:r>
            <w:proofErr w:type="spellEnd"/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verre</w:t>
            </w:r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>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2B5F7C1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Brossé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anodisé</w:t>
            </w:r>
            <w:proofErr w:type="spellEnd"/>
          </w:p>
        </w:tc>
        <w:tc>
          <w:tcPr>
            <w:tcW w:w="5013" w:type="dxa"/>
          </w:tcPr>
          <w:p w14:paraId="2FD79D2A" w14:textId="32EF0121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566EF1F0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Ant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h</w:t>
            </w:r>
            <w:r>
              <w:rPr>
                <w:rFonts w:ascii="Arial" w:hAnsi="Arial" w:cs="Arial"/>
                <w:color w:val="0070C0"/>
                <w:lang w:val="en-US"/>
              </w:rPr>
              <w:t>racit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e</w:t>
            </w:r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71C3497A" w:rsidR="00482C2A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</w:t>
            </w:r>
            <w:r w:rsidR="00482C2A">
              <w:rPr>
                <w:rFonts w:ascii="Arial" w:hAnsi="Arial" w:cs="Arial"/>
                <w:color w:val="0070C0"/>
                <w:lang w:val="en-US"/>
              </w:rPr>
              <w:t>mbr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</w:tbl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9AC6" w14:textId="77777777" w:rsidR="00F61B00" w:rsidRDefault="00F61B00">
      <w:r>
        <w:separator/>
      </w:r>
    </w:p>
  </w:endnote>
  <w:endnote w:type="continuationSeparator" w:id="0">
    <w:p w14:paraId="52D34DD7" w14:textId="77777777" w:rsidR="00F61B00" w:rsidRDefault="00F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1D2116A7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4A5F30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02D9EB9F" w:rsidR="007C7FFA" w:rsidRDefault="004A5F3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C35" w14:textId="77777777" w:rsidR="00F61B00" w:rsidRDefault="00F61B00">
      <w:r>
        <w:separator/>
      </w:r>
    </w:p>
  </w:footnote>
  <w:footnote w:type="continuationSeparator" w:id="0">
    <w:p w14:paraId="31467C8B" w14:textId="77777777" w:rsidR="00F61B00" w:rsidRDefault="00F6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08E0142" w:rsidR="007C7FFA" w:rsidRPr="00882DF1" w:rsidRDefault="00BB1FB7" w:rsidP="00080B0F">
    <w:pPr>
      <w:pStyle w:val="Header"/>
      <w:rPr>
        <w:rFonts w:ascii="Arial" w:hAnsi="Arial"/>
        <w:b/>
        <w:szCs w:val="24"/>
        <w:lang w:val="fr-BE"/>
      </w:rPr>
    </w:pPr>
    <w:r w:rsidRPr="00882DF1">
      <w:rPr>
        <w:rFonts w:ascii="Arial" w:hAnsi="Arial"/>
        <w:b/>
        <w:lang w:val="fr-BE"/>
      </w:rPr>
      <w:t xml:space="preserve">Séparation d'urinoir </w:t>
    </w:r>
    <w:r w:rsidR="00A86C4C" w:rsidRPr="00882DF1">
      <w:rPr>
        <w:rFonts w:ascii="Arial" w:hAnsi="Arial"/>
        <w:b/>
        <w:lang w:val="fr-BE"/>
      </w:rPr>
      <w:t xml:space="preserve">Geberit </w:t>
    </w:r>
    <w:r w:rsidR="005329D7" w:rsidRPr="00882DF1">
      <w:rPr>
        <w:rFonts w:ascii="Arial" w:hAnsi="Arial"/>
        <w:b/>
        <w:lang w:val="fr-BE"/>
      </w:rPr>
      <w:t>Design</w:t>
    </w:r>
    <w:r w:rsidR="00E01271" w:rsidRPr="00882DF1">
      <w:rPr>
        <w:rFonts w:ascii="Arial" w:hAnsi="Arial"/>
        <w:b/>
        <w:lang w:val="fr-BE"/>
      </w:rPr>
      <w:t>,</w:t>
    </w:r>
    <w:r w:rsidR="007C7FFA" w:rsidRPr="00882DF1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38079374" w:rsidR="007C7FFA" w:rsidRPr="00882DF1" w:rsidRDefault="005E350A" w:rsidP="00080B0F">
    <w:pPr>
      <w:pStyle w:val="Header"/>
      <w:rPr>
        <w:rFonts w:ascii="Arial" w:hAnsi="Arial"/>
        <w:b/>
        <w:lang w:val="fr-BE"/>
      </w:rPr>
    </w:pPr>
    <w:r w:rsidRPr="00882DF1">
      <w:rPr>
        <w:rFonts w:ascii="Arial" w:hAnsi="Arial"/>
        <w:b/>
        <w:lang w:val="fr-BE"/>
      </w:rPr>
      <w:t>verre</w:t>
    </w:r>
    <w:r w:rsidR="009A6132" w:rsidRPr="00882DF1">
      <w:rPr>
        <w:rFonts w:ascii="Arial" w:hAnsi="Arial"/>
        <w:b/>
        <w:lang w:val="fr-BE"/>
      </w:rPr>
      <w:t>, 11</w:t>
    </w:r>
    <w:r w:rsidR="00E01271" w:rsidRPr="00882DF1">
      <w:rPr>
        <w:rFonts w:ascii="Arial" w:hAnsi="Arial"/>
        <w:b/>
        <w:lang w:val="fr-BE"/>
      </w:rPr>
      <w:t>5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2</w:t>
    </w:r>
    <w:r w:rsidR="00214FDF" w:rsidRPr="00882DF1">
      <w:rPr>
        <w:rFonts w:ascii="Arial" w:hAnsi="Arial"/>
        <w:b/>
        <w:lang w:val="fr-BE"/>
      </w:rPr>
      <w:t>11</w:t>
    </w:r>
    <w:r w:rsidR="009A6132" w:rsidRPr="00882DF1">
      <w:rPr>
        <w:rFonts w:ascii="Arial" w:hAnsi="Arial"/>
        <w:b/>
        <w:lang w:val="fr-BE"/>
      </w:rPr>
      <w:t>.</w:t>
    </w:r>
    <w:r w:rsidR="00214FDF" w:rsidRPr="00882DF1">
      <w:rPr>
        <w:rFonts w:ascii="Arial" w:hAnsi="Arial"/>
        <w:b/>
        <w:lang w:val="fr-BE"/>
      </w:rPr>
      <w:t>XX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C42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F3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350A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42C5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526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DF1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17D6F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1FB7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1B00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1a89d3b-8913-4922-a719-bed589bc061b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7E5E1DD-A04F-4312-933E-7F44D6252EB1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133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2011-12-15T11:32:00Z</cp:lastPrinted>
  <dcterms:created xsi:type="dcterms:W3CDTF">2024-01-05T12:34:00Z</dcterms:created>
  <dcterms:modified xsi:type="dcterms:W3CDTF">2024-01-05T15:05:00Z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